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9"/>
        <w:gridCol w:w="1536"/>
        <w:gridCol w:w="893"/>
        <w:gridCol w:w="1742"/>
        <w:gridCol w:w="1141"/>
        <w:gridCol w:w="1497"/>
        <w:gridCol w:w="1025"/>
        <w:gridCol w:w="1613"/>
        <w:gridCol w:w="909"/>
        <w:gridCol w:w="1721"/>
      </w:tblGrid>
      <w:tr w:rsidR="00ED65A8" w:rsidRPr="00794F67" w:rsidTr="00794F67">
        <w:trPr>
          <w:trHeight w:val="360"/>
        </w:trPr>
        <w:tc>
          <w:tcPr>
            <w:tcW w:w="1000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ED65A8" w:rsidRPr="00794F67" w:rsidRDefault="00ED65A8" w:rsidP="00794F67">
            <w:pPr>
              <w:spacing w:after="0" w:line="240" w:lineRule="auto"/>
              <w:jc w:val="center"/>
            </w:pPr>
            <w:bookmarkStart w:id="0" w:name="_GoBack"/>
            <w:bookmarkEnd w:id="0"/>
            <w:r w:rsidRPr="00794F67">
              <w:t>Monday</w:t>
            </w:r>
          </w:p>
        </w:tc>
        <w:tc>
          <w:tcPr>
            <w:tcW w:w="1000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ED65A8" w:rsidRPr="00794F67" w:rsidRDefault="00ED65A8" w:rsidP="00794F67">
            <w:pPr>
              <w:spacing w:after="0" w:line="240" w:lineRule="auto"/>
              <w:jc w:val="center"/>
            </w:pPr>
            <w:r w:rsidRPr="00794F67">
              <w:t>Tuesday</w:t>
            </w:r>
          </w:p>
        </w:tc>
        <w:tc>
          <w:tcPr>
            <w:tcW w:w="1001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ED65A8" w:rsidRPr="00794F67" w:rsidRDefault="00ED65A8" w:rsidP="00794F67">
            <w:pPr>
              <w:spacing w:after="0" w:line="240" w:lineRule="auto"/>
              <w:jc w:val="center"/>
            </w:pPr>
            <w:r w:rsidRPr="00794F67">
              <w:t>Wednesday</w:t>
            </w:r>
          </w:p>
        </w:tc>
        <w:tc>
          <w:tcPr>
            <w:tcW w:w="1001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ED65A8" w:rsidRPr="00794F67" w:rsidRDefault="00ED65A8" w:rsidP="00794F67">
            <w:pPr>
              <w:spacing w:after="0" w:line="240" w:lineRule="auto"/>
              <w:jc w:val="center"/>
            </w:pPr>
            <w:r w:rsidRPr="00794F67">
              <w:t>Thursday</w:t>
            </w:r>
          </w:p>
        </w:tc>
        <w:tc>
          <w:tcPr>
            <w:tcW w:w="998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ED65A8" w:rsidRPr="00794F67" w:rsidRDefault="00ED65A8" w:rsidP="00794F67">
            <w:pPr>
              <w:spacing w:after="0" w:line="240" w:lineRule="auto"/>
              <w:jc w:val="center"/>
            </w:pPr>
            <w:r w:rsidRPr="00794F67">
              <w:t>Friday</w:t>
            </w:r>
          </w:p>
        </w:tc>
      </w:tr>
      <w:tr w:rsidR="00CA18AE" w:rsidRPr="00794F67" w:rsidTr="00794F67">
        <w:trPr>
          <w:trHeight w:val="360"/>
        </w:trPr>
        <w:tc>
          <w:tcPr>
            <w:tcW w:w="1000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CA18AE" w:rsidRPr="00794F67" w:rsidRDefault="00CA18AE" w:rsidP="00CA18AE">
            <w:pPr>
              <w:spacing w:after="0" w:line="240" w:lineRule="auto"/>
            </w:pPr>
          </w:p>
        </w:tc>
        <w:tc>
          <w:tcPr>
            <w:tcW w:w="1000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CA18AE" w:rsidRPr="00794F67" w:rsidRDefault="00CA18AE" w:rsidP="00794F67">
            <w:pPr>
              <w:spacing w:after="0" w:line="240" w:lineRule="auto"/>
              <w:jc w:val="center"/>
            </w:pPr>
          </w:p>
        </w:tc>
        <w:tc>
          <w:tcPr>
            <w:tcW w:w="1001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CA18AE" w:rsidRPr="00794F67" w:rsidRDefault="00CA18AE" w:rsidP="00794F67">
            <w:pPr>
              <w:spacing w:after="0" w:line="240" w:lineRule="auto"/>
              <w:jc w:val="center"/>
            </w:pPr>
          </w:p>
        </w:tc>
        <w:tc>
          <w:tcPr>
            <w:tcW w:w="1001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CA18AE" w:rsidRPr="00794F67" w:rsidRDefault="00CA18AE" w:rsidP="00794F67">
            <w:pPr>
              <w:spacing w:after="0" w:line="240" w:lineRule="auto"/>
              <w:jc w:val="center"/>
            </w:pPr>
          </w:p>
        </w:tc>
        <w:tc>
          <w:tcPr>
            <w:tcW w:w="998" w:type="pct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DBE5F1"/>
          </w:tcPr>
          <w:p w:rsidR="00CA18AE" w:rsidRPr="00794F67" w:rsidRDefault="00CA18AE" w:rsidP="00794F67">
            <w:pPr>
              <w:spacing w:after="0" w:line="240" w:lineRule="auto"/>
              <w:jc w:val="center"/>
            </w:pPr>
          </w:p>
        </w:tc>
      </w:tr>
      <w:tr w:rsidR="001F0501" w:rsidRPr="00794F67" w:rsidTr="001F0501">
        <w:trPr>
          <w:trHeight w:val="377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8:30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5C4126" w:rsidP="00794F67">
            <w:pPr>
              <w:spacing w:after="0" w:line="240" w:lineRule="auto"/>
            </w:pPr>
            <w:r>
              <w:t>Coffee and chat</w:t>
            </w: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8:30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8:30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  <w:jc w:val="center"/>
            </w:pPr>
          </w:p>
          <w:p w:rsidR="001F0501" w:rsidRPr="00794F67" w:rsidRDefault="001F0501" w:rsidP="00794F67">
            <w:pPr>
              <w:spacing w:after="0" w:line="240" w:lineRule="auto"/>
              <w:jc w:val="center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8:30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8:30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8:45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8:45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8:45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8:45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8:45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9:00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Default="005C4126" w:rsidP="00794F67">
            <w:pPr>
              <w:spacing w:after="0" w:line="240" w:lineRule="auto"/>
            </w:pPr>
            <w:r>
              <w:t>Introduction</w:t>
            </w:r>
          </w:p>
          <w:p w:rsidR="005C4126" w:rsidRPr="00794F67" w:rsidRDefault="005C4126" w:rsidP="00794F67">
            <w:pPr>
              <w:spacing w:after="0" w:line="240" w:lineRule="auto"/>
            </w:pPr>
            <w:r>
              <w:t>And activities</w:t>
            </w: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9:00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9:00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9:00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9:00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9:15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5C4126" w:rsidP="00794F67">
            <w:pPr>
              <w:spacing w:after="0" w:line="240" w:lineRule="auto"/>
            </w:pPr>
            <w:r>
              <w:t xml:space="preserve">Cont. </w:t>
            </w: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9:15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9:15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9:15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9:15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9:30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5C4126" w:rsidP="00794F67">
            <w:pPr>
              <w:spacing w:after="0" w:line="240" w:lineRule="auto"/>
            </w:pPr>
            <w:r>
              <w:t>Cont.</w:t>
            </w: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9:30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9:30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9:30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9:30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9:45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5C4126" w:rsidP="00794F67">
            <w:pPr>
              <w:spacing w:after="0" w:line="240" w:lineRule="auto"/>
            </w:pPr>
            <w:r>
              <w:t>Cont.</w:t>
            </w: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9:45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9:45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9:45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9:45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10:00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5C4126" w:rsidP="00794F67">
            <w:pPr>
              <w:spacing w:after="0" w:line="240" w:lineRule="auto"/>
            </w:pPr>
            <w:r>
              <w:t>Cont.</w:t>
            </w: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10:00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10:00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10:00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10:00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10:15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10:15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10:15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10:15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10:15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10:30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10:30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10:30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10:30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10:30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10:45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10:45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10:45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10:45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10:45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11:00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11:00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11:00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11:00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11:00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11:15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11:15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11:15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11:15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11:15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11:30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11:30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11:30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11:30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11:30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11:45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11:45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11:45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11:45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11:45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12:00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12:00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12:00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12:00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12:00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12:15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12:15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12:15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12:15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12:15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12:30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12:30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12:30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12:30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12:30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3054E3" w:rsidRDefault="001F0501" w:rsidP="003054E3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12:45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12:45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12:45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12:45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12:45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1:00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1:00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1:00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1:00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1:00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1:15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1:15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1:15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1:15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1:15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1:30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1:30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1:30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1:30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1:30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1:45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1:45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1:45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1:45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1:45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2:00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2:00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2:00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2:00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2:00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2:15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2:15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2:15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2:15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2:15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2:30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2:30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2:30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2:30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2:30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  <w:tr w:rsidR="001F0501" w:rsidRPr="00794F67" w:rsidTr="001F0501">
        <w:trPr>
          <w:trHeight w:val="288"/>
        </w:trPr>
        <w:tc>
          <w:tcPr>
            <w:tcW w:w="417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2:40</w:t>
            </w:r>
          </w:p>
        </w:tc>
        <w:tc>
          <w:tcPr>
            <w:tcW w:w="58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3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2:40</w:t>
            </w:r>
          </w:p>
        </w:tc>
        <w:tc>
          <w:tcPr>
            <w:tcW w:w="661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433" w:type="pct"/>
            <w:tcBorders>
              <w:left w:val="single" w:sz="12" w:space="0" w:color="000000"/>
            </w:tcBorders>
          </w:tcPr>
          <w:p w:rsidR="001F0501" w:rsidRPr="00794F67" w:rsidRDefault="001F0501" w:rsidP="00B84B7C">
            <w:pPr>
              <w:spacing w:after="0" w:line="240" w:lineRule="auto"/>
            </w:pPr>
            <w:r w:rsidRPr="00794F67">
              <w:t>2:40</w:t>
            </w:r>
          </w:p>
        </w:tc>
        <w:tc>
          <w:tcPr>
            <w:tcW w:w="568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89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2:40</w:t>
            </w:r>
          </w:p>
        </w:tc>
        <w:tc>
          <w:tcPr>
            <w:tcW w:w="612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  <w:tc>
          <w:tcPr>
            <w:tcW w:w="345" w:type="pct"/>
            <w:tcBorders>
              <w:lef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  <w:r w:rsidRPr="00794F67">
              <w:t>2:40</w:t>
            </w:r>
          </w:p>
        </w:tc>
        <w:tc>
          <w:tcPr>
            <w:tcW w:w="653" w:type="pct"/>
            <w:tcBorders>
              <w:right w:val="single" w:sz="12" w:space="0" w:color="000000"/>
            </w:tcBorders>
          </w:tcPr>
          <w:p w:rsidR="001F0501" w:rsidRPr="00794F67" w:rsidRDefault="001F0501" w:rsidP="00794F67">
            <w:pPr>
              <w:spacing w:after="0" w:line="240" w:lineRule="auto"/>
            </w:pPr>
          </w:p>
        </w:tc>
      </w:tr>
    </w:tbl>
    <w:p w:rsidR="009B569E" w:rsidRPr="00ED65A8" w:rsidRDefault="00CA18AE" w:rsidP="00755723">
      <w:pPr>
        <w:rPr>
          <w:sz w:val="28"/>
          <w:szCs w:val="28"/>
        </w:rPr>
      </w:pPr>
      <w:r>
        <w:rPr>
          <w:sz w:val="28"/>
          <w:szCs w:val="28"/>
        </w:rPr>
        <w:t>Teacher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 xml:space="preserve">________________________________  </w:t>
      </w:r>
      <w:proofErr w:type="spellStart"/>
      <w:r>
        <w:rPr>
          <w:sz w:val="28"/>
          <w:szCs w:val="28"/>
        </w:rPr>
        <w:t>Classroom:_____________________Date</w:t>
      </w:r>
      <w:proofErr w:type="spellEnd"/>
      <w:r>
        <w:rPr>
          <w:sz w:val="28"/>
          <w:szCs w:val="28"/>
        </w:rPr>
        <w:t>:_________________</w:t>
      </w:r>
    </w:p>
    <w:sectPr w:rsidR="009B569E" w:rsidRPr="00ED65A8" w:rsidSect="00ED65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43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D40" w:rsidRDefault="00647D40" w:rsidP="00271E3B">
      <w:pPr>
        <w:spacing w:after="0" w:line="240" w:lineRule="auto"/>
      </w:pPr>
      <w:r>
        <w:separator/>
      </w:r>
    </w:p>
  </w:endnote>
  <w:endnote w:type="continuationSeparator" w:id="0">
    <w:p w:rsidR="00647D40" w:rsidRDefault="00647D40" w:rsidP="0027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26" w:rsidRDefault="005C41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E3B" w:rsidRPr="00271E3B" w:rsidRDefault="00CA18AE" w:rsidP="00CA18AE">
    <w:pPr>
      <w:pStyle w:val="Footer"/>
      <w:rPr>
        <w:sz w:val="16"/>
        <w:szCs w:val="16"/>
      </w:rPr>
    </w:pPr>
    <w:r w:rsidRPr="00CA18AE">
      <w:rPr>
        <w:sz w:val="18"/>
        <w:szCs w:val="16"/>
      </w:rPr>
      <w:t xml:space="preserve">A new copy is required when a change is made to your classroom schedule </w:t>
    </w:r>
    <w:r>
      <w:rPr>
        <w:sz w:val="18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271E3B" w:rsidRPr="00271E3B">
      <w:rPr>
        <w:sz w:val="16"/>
        <w:szCs w:val="16"/>
      </w:rPr>
      <w:t xml:space="preserve">Printed: </w:t>
    </w:r>
    <w:r w:rsidR="00A3701B">
      <w:rPr>
        <w:sz w:val="16"/>
        <w:szCs w:val="16"/>
      </w:rPr>
      <w:fldChar w:fldCharType="begin"/>
    </w:r>
    <w:r w:rsidR="00770DAC">
      <w:rPr>
        <w:sz w:val="16"/>
        <w:szCs w:val="16"/>
      </w:rPr>
      <w:instrText xml:space="preserve"> DATE \@ "M/d/yyyy" </w:instrText>
    </w:r>
    <w:r w:rsidR="00A3701B">
      <w:rPr>
        <w:sz w:val="16"/>
        <w:szCs w:val="16"/>
      </w:rPr>
      <w:fldChar w:fldCharType="separate"/>
    </w:r>
    <w:r w:rsidR="006B55B5">
      <w:rPr>
        <w:noProof/>
        <w:sz w:val="16"/>
        <w:szCs w:val="16"/>
      </w:rPr>
      <w:t>10/7/2011</w:t>
    </w:r>
    <w:r w:rsidR="00A3701B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26" w:rsidRDefault="005C41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D40" w:rsidRDefault="00647D40" w:rsidP="00271E3B">
      <w:pPr>
        <w:spacing w:after="0" w:line="240" w:lineRule="auto"/>
      </w:pPr>
      <w:r>
        <w:separator/>
      </w:r>
    </w:p>
  </w:footnote>
  <w:footnote w:type="continuationSeparator" w:id="0">
    <w:p w:rsidR="00647D40" w:rsidRDefault="00647D40" w:rsidP="0027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26" w:rsidRDefault="005C41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A8" w:rsidRPr="00ED65A8" w:rsidRDefault="006464F0" w:rsidP="00ED65A8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20</w:t>
    </w:r>
    <w:r w:rsidR="00C2514C">
      <w:rPr>
        <w:sz w:val="32"/>
        <w:szCs w:val="32"/>
      </w:rPr>
      <w:t>11District Technology Training</w:t>
    </w:r>
    <w:r w:rsidR="005C4126">
      <w:rPr>
        <w:sz w:val="32"/>
        <w:szCs w:val="32"/>
      </w:rPr>
      <w:t xml:space="preserve"> Plan:</w:t>
    </w:r>
    <w:r w:rsidR="00C2514C">
      <w:rPr>
        <w:sz w:val="32"/>
        <w:szCs w:val="32"/>
      </w:rPr>
      <w:t xml:space="preserve">  2 week Schedule October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26" w:rsidRDefault="005C41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4C"/>
    <w:rsid w:val="000015D7"/>
    <w:rsid w:val="00002989"/>
    <w:rsid w:val="0000462A"/>
    <w:rsid w:val="00007E56"/>
    <w:rsid w:val="0001081B"/>
    <w:rsid w:val="000141D3"/>
    <w:rsid w:val="0001600D"/>
    <w:rsid w:val="00020C24"/>
    <w:rsid w:val="00031540"/>
    <w:rsid w:val="000330DE"/>
    <w:rsid w:val="000333DD"/>
    <w:rsid w:val="00045386"/>
    <w:rsid w:val="00053C14"/>
    <w:rsid w:val="000573E0"/>
    <w:rsid w:val="00057EBB"/>
    <w:rsid w:val="00061046"/>
    <w:rsid w:val="000643BB"/>
    <w:rsid w:val="00067754"/>
    <w:rsid w:val="00072EA0"/>
    <w:rsid w:val="000752B7"/>
    <w:rsid w:val="00076B4D"/>
    <w:rsid w:val="00077A11"/>
    <w:rsid w:val="000802A4"/>
    <w:rsid w:val="000803B3"/>
    <w:rsid w:val="00080616"/>
    <w:rsid w:val="0008146F"/>
    <w:rsid w:val="00081ABE"/>
    <w:rsid w:val="00087716"/>
    <w:rsid w:val="000921E3"/>
    <w:rsid w:val="000C1190"/>
    <w:rsid w:val="000C1FD3"/>
    <w:rsid w:val="000C46AB"/>
    <w:rsid w:val="000D3E65"/>
    <w:rsid w:val="000D6310"/>
    <w:rsid w:val="000F3C26"/>
    <w:rsid w:val="000F3E8C"/>
    <w:rsid w:val="00101206"/>
    <w:rsid w:val="001012F4"/>
    <w:rsid w:val="0011358E"/>
    <w:rsid w:val="001158DE"/>
    <w:rsid w:val="00126AA4"/>
    <w:rsid w:val="00127609"/>
    <w:rsid w:val="00130EDA"/>
    <w:rsid w:val="0013132B"/>
    <w:rsid w:val="00132374"/>
    <w:rsid w:val="00136299"/>
    <w:rsid w:val="00145F4D"/>
    <w:rsid w:val="001546C4"/>
    <w:rsid w:val="00154BA9"/>
    <w:rsid w:val="001566F1"/>
    <w:rsid w:val="00171F78"/>
    <w:rsid w:val="001802D2"/>
    <w:rsid w:val="00183A33"/>
    <w:rsid w:val="00195AA9"/>
    <w:rsid w:val="001A0B5F"/>
    <w:rsid w:val="001A6E6B"/>
    <w:rsid w:val="001B17C4"/>
    <w:rsid w:val="001B61FD"/>
    <w:rsid w:val="001C18E5"/>
    <w:rsid w:val="001C7220"/>
    <w:rsid w:val="001C77DF"/>
    <w:rsid w:val="001D65D5"/>
    <w:rsid w:val="001D67F2"/>
    <w:rsid w:val="001D7EF3"/>
    <w:rsid w:val="001E0FA1"/>
    <w:rsid w:val="001E7FC1"/>
    <w:rsid w:val="001F0501"/>
    <w:rsid w:val="001F1EEA"/>
    <w:rsid w:val="001F3AFA"/>
    <w:rsid w:val="001F3C27"/>
    <w:rsid w:val="00201578"/>
    <w:rsid w:val="00202109"/>
    <w:rsid w:val="00203A94"/>
    <w:rsid w:val="0021599B"/>
    <w:rsid w:val="00224BDD"/>
    <w:rsid w:val="0023045A"/>
    <w:rsid w:val="00232E2F"/>
    <w:rsid w:val="00237AC4"/>
    <w:rsid w:val="00240442"/>
    <w:rsid w:val="00241119"/>
    <w:rsid w:val="00250C30"/>
    <w:rsid w:val="002606E7"/>
    <w:rsid w:val="002626A4"/>
    <w:rsid w:val="00264CDC"/>
    <w:rsid w:val="0026514B"/>
    <w:rsid w:val="00271E3B"/>
    <w:rsid w:val="002846D0"/>
    <w:rsid w:val="00287822"/>
    <w:rsid w:val="00292C6D"/>
    <w:rsid w:val="00292D4B"/>
    <w:rsid w:val="002A01C2"/>
    <w:rsid w:val="002C2CBE"/>
    <w:rsid w:val="002D4C3E"/>
    <w:rsid w:val="002E58E3"/>
    <w:rsid w:val="002E6B74"/>
    <w:rsid w:val="002F21ED"/>
    <w:rsid w:val="002F2CAC"/>
    <w:rsid w:val="002F3333"/>
    <w:rsid w:val="003048F1"/>
    <w:rsid w:val="003054E3"/>
    <w:rsid w:val="003124A9"/>
    <w:rsid w:val="00316D6A"/>
    <w:rsid w:val="00325948"/>
    <w:rsid w:val="00332F9B"/>
    <w:rsid w:val="0033455E"/>
    <w:rsid w:val="00335F9D"/>
    <w:rsid w:val="00341071"/>
    <w:rsid w:val="00342F49"/>
    <w:rsid w:val="003439AC"/>
    <w:rsid w:val="0034492F"/>
    <w:rsid w:val="00345EF0"/>
    <w:rsid w:val="003565E2"/>
    <w:rsid w:val="00357083"/>
    <w:rsid w:val="00365C36"/>
    <w:rsid w:val="003678C8"/>
    <w:rsid w:val="0037083E"/>
    <w:rsid w:val="00385D16"/>
    <w:rsid w:val="0039214B"/>
    <w:rsid w:val="0039439B"/>
    <w:rsid w:val="003A5B27"/>
    <w:rsid w:val="003A6DE7"/>
    <w:rsid w:val="003B03EA"/>
    <w:rsid w:val="003B2826"/>
    <w:rsid w:val="003B64AE"/>
    <w:rsid w:val="003C2F22"/>
    <w:rsid w:val="003D550B"/>
    <w:rsid w:val="003E22BA"/>
    <w:rsid w:val="003F6178"/>
    <w:rsid w:val="0040369D"/>
    <w:rsid w:val="004051E1"/>
    <w:rsid w:val="004056FC"/>
    <w:rsid w:val="004142FD"/>
    <w:rsid w:val="00421962"/>
    <w:rsid w:val="0042355C"/>
    <w:rsid w:val="00425E41"/>
    <w:rsid w:val="00430DE9"/>
    <w:rsid w:val="00440474"/>
    <w:rsid w:val="00457A60"/>
    <w:rsid w:val="004650A7"/>
    <w:rsid w:val="0046601D"/>
    <w:rsid w:val="00470B98"/>
    <w:rsid w:val="00473170"/>
    <w:rsid w:val="00473D7A"/>
    <w:rsid w:val="0047411D"/>
    <w:rsid w:val="0047683D"/>
    <w:rsid w:val="004809BA"/>
    <w:rsid w:val="00484FCC"/>
    <w:rsid w:val="00486A9B"/>
    <w:rsid w:val="004926FA"/>
    <w:rsid w:val="004950C4"/>
    <w:rsid w:val="00496627"/>
    <w:rsid w:val="004A3570"/>
    <w:rsid w:val="004A5D68"/>
    <w:rsid w:val="004A6A87"/>
    <w:rsid w:val="004B4EAE"/>
    <w:rsid w:val="004B6A81"/>
    <w:rsid w:val="004B796F"/>
    <w:rsid w:val="004C33C0"/>
    <w:rsid w:val="004C3AA7"/>
    <w:rsid w:val="004D29C9"/>
    <w:rsid w:val="004E0CAD"/>
    <w:rsid w:val="004E1575"/>
    <w:rsid w:val="004E3A35"/>
    <w:rsid w:val="004E7652"/>
    <w:rsid w:val="004F5D6B"/>
    <w:rsid w:val="004F789C"/>
    <w:rsid w:val="00507F47"/>
    <w:rsid w:val="0052189F"/>
    <w:rsid w:val="00524F3A"/>
    <w:rsid w:val="00525580"/>
    <w:rsid w:val="00530D3E"/>
    <w:rsid w:val="00547CD3"/>
    <w:rsid w:val="0055135B"/>
    <w:rsid w:val="00552065"/>
    <w:rsid w:val="00552226"/>
    <w:rsid w:val="00552B1C"/>
    <w:rsid w:val="005617C4"/>
    <w:rsid w:val="00562B27"/>
    <w:rsid w:val="00564A61"/>
    <w:rsid w:val="00565111"/>
    <w:rsid w:val="00566089"/>
    <w:rsid w:val="00572C1A"/>
    <w:rsid w:val="0057434F"/>
    <w:rsid w:val="005743A9"/>
    <w:rsid w:val="0058107F"/>
    <w:rsid w:val="00583BBF"/>
    <w:rsid w:val="00586DD6"/>
    <w:rsid w:val="00592B1D"/>
    <w:rsid w:val="005A0031"/>
    <w:rsid w:val="005A03E9"/>
    <w:rsid w:val="005B0664"/>
    <w:rsid w:val="005B25E1"/>
    <w:rsid w:val="005B3237"/>
    <w:rsid w:val="005B424E"/>
    <w:rsid w:val="005B710E"/>
    <w:rsid w:val="005C3D61"/>
    <w:rsid w:val="005C4126"/>
    <w:rsid w:val="005C4159"/>
    <w:rsid w:val="005D097A"/>
    <w:rsid w:val="005E61AD"/>
    <w:rsid w:val="005E7D55"/>
    <w:rsid w:val="005F4AA0"/>
    <w:rsid w:val="005F5CBC"/>
    <w:rsid w:val="00611D8C"/>
    <w:rsid w:val="006219AF"/>
    <w:rsid w:val="00622CBE"/>
    <w:rsid w:val="00626D12"/>
    <w:rsid w:val="00632AAC"/>
    <w:rsid w:val="0063689E"/>
    <w:rsid w:val="00641E55"/>
    <w:rsid w:val="0064259E"/>
    <w:rsid w:val="006440B4"/>
    <w:rsid w:val="00644436"/>
    <w:rsid w:val="006464F0"/>
    <w:rsid w:val="00647D40"/>
    <w:rsid w:val="00656272"/>
    <w:rsid w:val="0066060C"/>
    <w:rsid w:val="00660934"/>
    <w:rsid w:val="00666A94"/>
    <w:rsid w:val="00670AC0"/>
    <w:rsid w:val="006768A0"/>
    <w:rsid w:val="00690EA6"/>
    <w:rsid w:val="006A4619"/>
    <w:rsid w:val="006A5370"/>
    <w:rsid w:val="006A5AD2"/>
    <w:rsid w:val="006B47E1"/>
    <w:rsid w:val="006B55B5"/>
    <w:rsid w:val="006B6F80"/>
    <w:rsid w:val="006C2415"/>
    <w:rsid w:val="006C3355"/>
    <w:rsid w:val="006C5BCD"/>
    <w:rsid w:val="006D0115"/>
    <w:rsid w:val="006D0465"/>
    <w:rsid w:val="006D1CA9"/>
    <w:rsid w:val="006D5B2A"/>
    <w:rsid w:val="006E010B"/>
    <w:rsid w:val="006E41D1"/>
    <w:rsid w:val="006E44D6"/>
    <w:rsid w:val="006F15A3"/>
    <w:rsid w:val="006F4D5A"/>
    <w:rsid w:val="007100E8"/>
    <w:rsid w:val="007104B2"/>
    <w:rsid w:val="007125E1"/>
    <w:rsid w:val="00713986"/>
    <w:rsid w:val="0072134D"/>
    <w:rsid w:val="007260B8"/>
    <w:rsid w:val="00726C6A"/>
    <w:rsid w:val="00732515"/>
    <w:rsid w:val="00735047"/>
    <w:rsid w:val="00750225"/>
    <w:rsid w:val="007506D4"/>
    <w:rsid w:val="00751198"/>
    <w:rsid w:val="00752268"/>
    <w:rsid w:val="007528FE"/>
    <w:rsid w:val="007539F7"/>
    <w:rsid w:val="007547A9"/>
    <w:rsid w:val="00755723"/>
    <w:rsid w:val="00757A7A"/>
    <w:rsid w:val="00770DAC"/>
    <w:rsid w:val="00772EE9"/>
    <w:rsid w:val="00774F10"/>
    <w:rsid w:val="00781C60"/>
    <w:rsid w:val="00783472"/>
    <w:rsid w:val="007840EF"/>
    <w:rsid w:val="007875CC"/>
    <w:rsid w:val="00794F67"/>
    <w:rsid w:val="007A1377"/>
    <w:rsid w:val="007A2750"/>
    <w:rsid w:val="007A7B88"/>
    <w:rsid w:val="007B1EEE"/>
    <w:rsid w:val="007B3329"/>
    <w:rsid w:val="007B4692"/>
    <w:rsid w:val="007B5453"/>
    <w:rsid w:val="007B628D"/>
    <w:rsid w:val="007C41D0"/>
    <w:rsid w:val="007D1195"/>
    <w:rsid w:val="007D6E1A"/>
    <w:rsid w:val="007E3D74"/>
    <w:rsid w:val="007E7BCA"/>
    <w:rsid w:val="00802C97"/>
    <w:rsid w:val="008062C9"/>
    <w:rsid w:val="00830878"/>
    <w:rsid w:val="00831ED0"/>
    <w:rsid w:val="00835487"/>
    <w:rsid w:val="0083683B"/>
    <w:rsid w:val="00844007"/>
    <w:rsid w:val="00874A50"/>
    <w:rsid w:val="00875234"/>
    <w:rsid w:val="00890BD6"/>
    <w:rsid w:val="008919B0"/>
    <w:rsid w:val="00894EED"/>
    <w:rsid w:val="008A0363"/>
    <w:rsid w:val="008A11D7"/>
    <w:rsid w:val="008A4F4B"/>
    <w:rsid w:val="008B1C35"/>
    <w:rsid w:val="008B20C7"/>
    <w:rsid w:val="008B71BB"/>
    <w:rsid w:val="008D112F"/>
    <w:rsid w:val="008D382E"/>
    <w:rsid w:val="008E221A"/>
    <w:rsid w:val="008E3B30"/>
    <w:rsid w:val="008E3E58"/>
    <w:rsid w:val="008F17FF"/>
    <w:rsid w:val="008F2FDA"/>
    <w:rsid w:val="00903700"/>
    <w:rsid w:val="00913DE3"/>
    <w:rsid w:val="00921F14"/>
    <w:rsid w:val="00931185"/>
    <w:rsid w:val="00942209"/>
    <w:rsid w:val="009449DB"/>
    <w:rsid w:val="009461D5"/>
    <w:rsid w:val="0095091E"/>
    <w:rsid w:val="00951FED"/>
    <w:rsid w:val="00953405"/>
    <w:rsid w:val="0095632E"/>
    <w:rsid w:val="009569C7"/>
    <w:rsid w:val="009663FD"/>
    <w:rsid w:val="00973649"/>
    <w:rsid w:val="009772C7"/>
    <w:rsid w:val="009A0F66"/>
    <w:rsid w:val="009A3E8C"/>
    <w:rsid w:val="009A43D8"/>
    <w:rsid w:val="009A6175"/>
    <w:rsid w:val="009A65A6"/>
    <w:rsid w:val="009A7E92"/>
    <w:rsid w:val="009B3568"/>
    <w:rsid w:val="009B52E8"/>
    <w:rsid w:val="009B569E"/>
    <w:rsid w:val="009C19F6"/>
    <w:rsid w:val="009C2C34"/>
    <w:rsid w:val="009C6DB3"/>
    <w:rsid w:val="009E454D"/>
    <w:rsid w:val="009E5EEA"/>
    <w:rsid w:val="009F2AF7"/>
    <w:rsid w:val="00A035F3"/>
    <w:rsid w:val="00A05FF9"/>
    <w:rsid w:val="00A11D69"/>
    <w:rsid w:val="00A13075"/>
    <w:rsid w:val="00A147C9"/>
    <w:rsid w:val="00A20F7A"/>
    <w:rsid w:val="00A215F2"/>
    <w:rsid w:val="00A24A94"/>
    <w:rsid w:val="00A34A2B"/>
    <w:rsid w:val="00A3701B"/>
    <w:rsid w:val="00A42189"/>
    <w:rsid w:val="00A44F7C"/>
    <w:rsid w:val="00A5436D"/>
    <w:rsid w:val="00A55A5A"/>
    <w:rsid w:val="00A60FAD"/>
    <w:rsid w:val="00A610ED"/>
    <w:rsid w:val="00A73A74"/>
    <w:rsid w:val="00A80131"/>
    <w:rsid w:val="00A821AF"/>
    <w:rsid w:val="00A844BB"/>
    <w:rsid w:val="00A864AB"/>
    <w:rsid w:val="00A87651"/>
    <w:rsid w:val="00A96D01"/>
    <w:rsid w:val="00AA5E9E"/>
    <w:rsid w:val="00AC1DF1"/>
    <w:rsid w:val="00AC220A"/>
    <w:rsid w:val="00AC2420"/>
    <w:rsid w:val="00AC5186"/>
    <w:rsid w:val="00AC75F3"/>
    <w:rsid w:val="00AD1DCF"/>
    <w:rsid w:val="00AD7672"/>
    <w:rsid w:val="00AE3AFF"/>
    <w:rsid w:val="00AE5562"/>
    <w:rsid w:val="00AE74E7"/>
    <w:rsid w:val="00AE7BD6"/>
    <w:rsid w:val="00AF1DE8"/>
    <w:rsid w:val="00AF5164"/>
    <w:rsid w:val="00AF59D7"/>
    <w:rsid w:val="00B003E1"/>
    <w:rsid w:val="00B00619"/>
    <w:rsid w:val="00B026BB"/>
    <w:rsid w:val="00B05DE2"/>
    <w:rsid w:val="00B0606C"/>
    <w:rsid w:val="00B1001C"/>
    <w:rsid w:val="00B10155"/>
    <w:rsid w:val="00B138D9"/>
    <w:rsid w:val="00B16748"/>
    <w:rsid w:val="00B222F9"/>
    <w:rsid w:val="00B26B2D"/>
    <w:rsid w:val="00B31BC8"/>
    <w:rsid w:val="00B415F5"/>
    <w:rsid w:val="00B46631"/>
    <w:rsid w:val="00B50DCF"/>
    <w:rsid w:val="00B52166"/>
    <w:rsid w:val="00B63F3B"/>
    <w:rsid w:val="00B82DF6"/>
    <w:rsid w:val="00B8455E"/>
    <w:rsid w:val="00B84B7C"/>
    <w:rsid w:val="00B84CEB"/>
    <w:rsid w:val="00B91F17"/>
    <w:rsid w:val="00B96101"/>
    <w:rsid w:val="00B97585"/>
    <w:rsid w:val="00BA12BF"/>
    <w:rsid w:val="00BB10AE"/>
    <w:rsid w:val="00BB2FF2"/>
    <w:rsid w:val="00BB49F5"/>
    <w:rsid w:val="00BB6D4C"/>
    <w:rsid w:val="00BB7FD1"/>
    <w:rsid w:val="00BC0392"/>
    <w:rsid w:val="00BD261E"/>
    <w:rsid w:val="00BD4247"/>
    <w:rsid w:val="00BE1295"/>
    <w:rsid w:val="00BE4A54"/>
    <w:rsid w:val="00BF17FE"/>
    <w:rsid w:val="00BF2A3B"/>
    <w:rsid w:val="00BF6140"/>
    <w:rsid w:val="00C03FC8"/>
    <w:rsid w:val="00C061E6"/>
    <w:rsid w:val="00C13469"/>
    <w:rsid w:val="00C21CD6"/>
    <w:rsid w:val="00C2514C"/>
    <w:rsid w:val="00C31AE7"/>
    <w:rsid w:val="00C3249C"/>
    <w:rsid w:val="00C32BAE"/>
    <w:rsid w:val="00C335E3"/>
    <w:rsid w:val="00C34F3F"/>
    <w:rsid w:val="00C36BE4"/>
    <w:rsid w:val="00C3795D"/>
    <w:rsid w:val="00C5575F"/>
    <w:rsid w:val="00C60B67"/>
    <w:rsid w:val="00C664F9"/>
    <w:rsid w:val="00C7291C"/>
    <w:rsid w:val="00C73607"/>
    <w:rsid w:val="00C73F6C"/>
    <w:rsid w:val="00C95A6D"/>
    <w:rsid w:val="00CA18AE"/>
    <w:rsid w:val="00CA3C61"/>
    <w:rsid w:val="00CA41D9"/>
    <w:rsid w:val="00CA52EF"/>
    <w:rsid w:val="00CA5CF3"/>
    <w:rsid w:val="00CA7311"/>
    <w:rsid w:val="00CB78A2"/>
    <w:rsid w:val="00CC396F"/>
    <w:rsid w:val="00CD2491"/>
    <w:rsid w:val="00CD5527"/>
    <w:rsid w:val="00CE26C1"/>
    <w:rsid w:val="00CE5686"/>
    <w:rsid w:val="00CF1089"/>
    <w:rsid w:val="00CF3052"/>
    <w:rsid w:val="00D0082A"/>
    <w:rsid w:val="00D0127E"/>
    <w:rsid w:val="00D054F4"/>
    <w:rsid w:val="00D07F33"/>
    <w:rsid w:val="00D25D2C"/>
    <w:rsid w:val="00D26AB2"/>
    <w:rsid w:val="00D33C72"/>
    <w:rsid w:val="00D37B08"/>
    <w:rsid w:val="00D45336"/>
    <w:rsid w:val="00D46284"/>
    <w:rsid w:val="00D73467"/>
    <w:rsid w:val="00D74575"/>
    <w:rsid w:val="00D845BB"/>
    <w:rsid w:val="00D87CDF"/>
    <w:rsid w:val="00D91083"/>
    <w:rsid w:val="00D915D9"/>
    <w:rsid w:val="00D97B3D"/>
    <w:rsid w:val="00DA3A17"/>
    <w:rsid w:val="00DA6B5B"/>
    <w:rsid w:val="00DB02C4"/>
    <w:rsid w:val="00DC65E8"/>
    <w:rsid w:val="00DE1FF9"/>
    <w:rsid w:val="00DE2698"/>
    <w:rsid w:val="00DE52AE"/>
    <w:rsid w:val="00DF4DF7"/>
    <w:rsid w:val="00E0339C"/>
    <w:rsid w:val="00E05EEC"/>
    <w:rsid w:val="00E17CE7"/>
    <w:rsid w:val="00E20972"/>
    <w:rsid w:val="00E30AD6"/>
    <w:rsid w:val="00E412D6"/>
    <w:rsid w:val="00E42A3D"/>
    <w:rsid w:val="00E43217"/>
    <w:rsid w:val="00E464D6"/>
    <w:rsid w:val="00E5604F"/>
    <w:rsid w:val="00E5718B"/>
    <w:rsid w:val="00E635E1"/>
    <w:rsid w:val="00E77AA1"/>
    <w:rsid w:val="00E850F1"/>
    <w:rsid w:val="00E8648A"/>
    <w:rsid w:val="00E9269F"/>
    <w:rsid w:val="00E955CC"/>
    <w:rsid w:val="00E95E61"/>
    <w:rsid w:val="00E96BA2"/>
    <w:rsid w:val="00E9700C"/>
    <w:rsid w:val="00E971FF"/>
    <w:rsid w:val="00EA23B5"/>
    <w:rsid w:val="00EB1218"/>
    <w:rsid w:val="00EC1AEB"/>
    <w:rsid w:val="00EC454A"/>
    <w:rsid w:val="00ED6203"/>
    <w:rsid w:val="00ED65A8"/>
    <w:rsid w:val="00EE364E"/>
    <w:rsid w:val="00EE4624"/>
    <w:rsid w:val="00EF0F26"/>
    <w:rsid w:val="00F03B3B"/>
    <w:rsid w:val="00F07EF7"/>
    <w:rsid w:val="00F111D4"/>
    <w:rsid w:val="00F11C8F"/>
    <w:rsid w:val="00F1281E"/>
    <w:rsid w:val="00F20613"/>
    <w:rsid w:val="00F301BD"/>
    <w:rsid w:val="00F32183"/>
    <w:rsid w:val="00F322D0"/>
    <w:rsid w:val="00F438F1"/>
    <w:rsid w:val="00F451CB"/>
    <w:rsid w:val="00F63537"/>
    <w:rsid w:val="00F65150"/>
    <w:rsid w:val="00F77A69"/>
    <w:rsid w:val="00F8664D"/>
    <w:rsid w:val="00F911C5"/>
    <w:rsid w:val="00F9639B"/>
    <w:rsid w:val="00FA10C6"/>
    <w:rsid w:val="00FA6638"/>
    <w:rsid w:val="00FB4BDA"/>
    <w:rsid w:val="00FD334A"/>
    <w:rsid w:val="00FD58C0"/>
    <w:rsid w:val="00FE1765"/>
    <w:rsid w:val="00FE3105"/>
    <w:rsid w:val="00FE3660"/>
    <w:rsid w:val="00FF31EA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69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E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1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E3B"/>
  </w:style>
  <w:style w:type="paragraph" w:styleId="Footer">
    <w:name w:val="footer"/>
    <w:basedOn w:val="Normal"/>
    <w:link w:val="FooterChar"/>
    <w:uiPriority w:val="99"/>
    <w:unhideWhenUsed/>
    <w:rsid w:val="00271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E3B"/>
  </w:style>
  <w:style w:type="paragraph" w:styleId="BalloonText">
    <w:name w:val="Balloon Text"/>
    <w:basedOn w:val="Normal"/>
    <w:link w:val="BalloonTextChar"/>
    <w:uiPriority w:val="99"/>
    <w:semiHidden/>
    <w:unhideWhenUsed/>
    <w:rsid w:val="0027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69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1E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1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E3B"/>
  </w:style>
  <w:style w:type="paragraph" w:styleId="Footer">
    <w:name w:val="footer"/>
    <w:basedOn w:val="Normal"/>
    <w:link w:val="FooterChar"/>
    <w:uiPriority w:val="99"/>
    <w:unhideWhenUsed/>
    <w:rsid w:val="00271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E3B"/>
  </w:style>
  <w:style w:type="paragraph" w:styleId="BalloonText">
    <w:name w:val="Balloon Text"/>
    <w:basedOn w:val="Normal"/>
    <w:link w:val="BalloonTextChar"/>
    <w:uiPriority w:val="99"/>
    <w:semiHidden/>
    <w:unhideWhenUsed/>
    <w:rsid w:val="0027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\AppData\Roaming\Microsoft\Templates\C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CE2C405-FE16-48FE-A828-39E4400F8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CSC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2</cp:revision>
  <cp:lastPrinted>2009-09-18T13:25:00Z</cp:lastPrinted>
  <dcterms:created xsi:type="dcterms:W3CDTF">2011-10-07T21:23:00Z</dcterms:created>
  <dcterms:modified xsi:type="dcterms:W3CDTF">2011-10-07T21:23:00Z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TC300071409990</vt:lpwstr>
  </property>
</Properties>
</file>